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004C1C" w14:textId="77777777" w:rsidR="00BF22CB" w:rsidRPr="00F65910" w:rsidRDefault="00F65910" w:rsidP="00BF22CB">
      <w:pPr>
        <w:rPr>
          <w:b/>
          <w:sz w:val="28"/>
          <w:szCs w:val="28"/>
        </w:rPr>
      </w:pPr>
      <w:r w:rsidRPr="00F65910">
        <w:rPr>
          <w:b/>
          <w:sz w:val="28"/>
          <w:szCs w:val="28"/>
        </w:rPr>
        <w:t>SAE - Who's Lying</w:t>
      </w:r>
      <w:proofErr w:type="gramStart"/>
      <w:r w:rsidRPr="00F65910">
        <w:rPr>
          <w:b/>
          <w:sz w:val="28"/>
          <w:szCs w:val="28"/>
        </w:rPr>
        <w:t>?</w:t>
      </w:r>
      <w:proofErr w:type="gramEnd"/>
      <w:r w:rsidRPr="00F65910">
        <w:rPr>
          <w:b/>
          <w:sz w:val="28"/>
          <w:szCs w:val="28"/>
        </w:rPr>
        <w:t xml:space="preserve"> - </w:t>
      </w:r>
      <w:r w:rsidR="009E4770" w:rsidRPr="00F65910">
        <w:rPr>
          <w:b/>
          <w:sz w:val="28"/>
          <w:szCs w:val="28"/>
        </w:rPr>
        <w:t xml:space="preserve"> </w:t>
      </w:r>
      <w:r w:rsidR="00BF22CB" w:rsidRPr="00F65910">
        <w:rPr>
          <w:b/>
          <w:sz w:val="28"/>
          <w:szCs w:val="28"/>
        </w:rPr>
        <w:t>Reflections</w:t>
      </w:r>
    </w:p>
    <w:p w14:paraId="2C74AD42" w14:textId="77777777" w:rsidR="00BF22CB" w:rsidRDefault="00BF22CB" w:rsidP="00BF22C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AA2B7D" wp14:editId="0D531994">
                <wp:simplePos x="0" y="0"/>
                <wp:positionH relativeFrom="column">
                  <wp:posOffset>-227869</wp:posOffset>
                </wp:positionH>
                <wp:positionV relativeFrom="paragraph">
                  <wp:posOffset>278339</wp:posOffset>
                </wp:positionV>
                <wp:extent cx="7086600" cy="6620719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66207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102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020"/>
                              <w:gridCol w:w="1358"/>
                              <w:gridCol w:w="1359"/>
                              <w:gridCol w:w="1359"/>
                              <w:gridCol w:w="1359"/>
                              <w:gridCol w:w="1359"/>
                              <w:gridCol w:w="1359"/>
                            </w:tblGrid>
                            <w:tr w:rsidR="00C93F4E" w14:paraId="00C52E8D" w14:textId="77777777" w:rsidTr="00152CC4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textDirection w:val="btLr"/>
                                  <w:vAlign w:val="center"/>
                                </w:tcPr>
                                <w:p w14:paraId="1D1C7DC6" w14:textId="77777777" w:rsidR="00C93F4E" w:rsidRDefault="00C93F4E" w:rsidP="00C93F4E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vAlign w:val="center"/>
                                </w:tcPr>
                                <w:p w14:paraId="6911E46D" w14:textId="77777777" w:rsidR="00C93F4E" w:rsidRPr="00152CC4" w:rsidRDefault="00C93F4E" w:rsidP="00152CC4">
                                  <w:pPr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</w:pPr>
                                  <w:r w:rsidRPr="00152CC4">
                                    <w:rPr>
                                      <w:color w:val="800000"/>
                                      <w:sz w:val="18"/>
                                      <w:szCs w:val="18"/>
                                    </w:rPr>
                                    <w:t>Highlighted areas below need further development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6E751F15" w14:textId="77777777" w:rsidR="00C93F4E" w:rsidRPr="00AC3FB4" w:rsidRDefault="00C93F4E" w:rsidP="00C93F4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goes well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>beyond expectations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in conveying understanding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1E3661A4" w14:textId="77777777" w:rsidR="00C93F4E" w:rsidRDefault="00C93F4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274C918B" w14:textId="77777777" w:rsidR="00C93F4E" w:rsidRDefault="00C93F4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Response shows a nearly complete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F78477B" w14:textId="77777777" w:rsidR="00C93F4E" w:rsidRPr="00AC3FB4" w:rsidRDefault="00C93F4E" w:rsidP="009E47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shows an emerging understanding 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045B0630" w14:textId="77777777" w:rsidR="00C93F4E" w:rsidRPr="00AC3FB4" w:rsidRDefault="00C93F4E" w:rsidP="00C93F4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Response shows </w:t>
                                  </w:r>
                                  <w:r w:rsidRPr="007D5007">
                                    <w:rPr>
                                      <w:sz w:val="18"/>
                                      <w:szCs w:val="18"/>
                                    </w:rPr>
                                    <w:t xml:space="preserve">very little understanding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of the concepts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309245F" w14:textId="77777777" w:rsidR="00C93F4E" w:rsidRPr="00AC3FB4" w:rsidRDefault="00C93F4E" w:rsidP="00C93F4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Response not present or completely misses the mark</w:t>
                                  </w:r>
                                </w:p>
                              </w:tc>
                            </w:tr>
                            <w:tr w:rsidR="00C93F4E" w14:paraId="7CFF90D9" w14:textId="77777777" w:rsidTr="005C7089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 w:val="restart"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27978920" w14:textId="77777777" w:rsidR="00C93F4E" w:rsidRPr="00BF22CB" w:rsidRDefault="00C93F4E" w:rsidP="00C93F4E">
                                  <w:pPr>
                                    <w:ind w:left="113" w:right="113"/>
                                    <w:jc w:val="center"/>
                                  </w:pPr>
                                  <w:r>
                                    <w:t>Reflect</w:t>
                                  </w: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8DB3E2" w:themeFill="text2" w:themeFillTint="66"/>
                                </w:tcPr>
                                <w:p w14:paraId="7B74696A" w14:textId="77777777" w:rsidR="00C93F4E" w:rsidRPr="00800E17" w:rsidRDefault="00C93F4E" w:rsidP="00C93F4E">
                                  <w:pPr>
                                    <w:rPr>
                                      <w:b/>
                                    </w:rPr>
                                  </w:pPr>
                                  <w:r w:rsidRPr="00800E17">
                                    <w:rPr>
                                      <w:b/>
                                    </w:rPr>
                                    <w:t xml:space="preserve">Form – </w:t>
                                  </w:r>
                                  <w:proofErr w:type="gramStart"/>
                                  <w:r w:rsidRPr="00800E17">
                                    <w:t>your</w:t>
                                  </w:r>
                                  <w:proofErr w:type="gramEnd"/>
                                  <w:r w:rsidRPr="00800E17">
                                    <w:t xml:space="preserve"> writing shows a</w:t>
                                  </w:r>
                                  <w:r>
                                    <w:t xml:space="preserve"> good understanding of how you </w:t>
                                  </w:r>
                                  <w:r w:rsidRPr="00800E17">
                                    <w:t xml:space="preserve">used visual language </w:t>
                                  </w:r>
                                  <w:r>
                                    <w:t>to express yo</w:t>
                                  </w:r>
                                  <w:r w:rsidRPr="00800E17">
                                    <w:t>ur ideas.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BFCF637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27E7105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7C2D33C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82E9FE8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FB94B8A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293D92F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C93F4E" w14:paraId="63C266DC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  <w:textDirection w:val="btLr"/>
                                  <w:vAlign w:val="center"/>
                                </w:tcPr>
                                <w:p w14:paraId="7364DE8D" w14:textId="77777777" w:rsidR="00C93F4E" w:rsidRPr="00622453" w:rsidRDefault="00C93F4E" w:rsidP="00C93F4E">
                                  <w:pPr>
                                    <w:ind w:left="113" w:right="113"/>
                                    <w:jc w:val="center"/>
                                    <w:rPr>
                                      <w:color w:val="0D0D0D" w:themeColor="text1" w:themeTint="F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20" w:type="dxa"/>
                                  <w:shd w:val="clear" w:color="auto" w:fill="E5B8B7" w:themeFill="accent2" w:themeFillTint="66"/>
                                </w:tcPr>
                                <w:p w14:paraId="7FBAB297" w14:textId="77777777" w:rsidR="00C93F4E" w:rsidRDefault="00C93F4E" w:rsidP="00C93F4E">
                                  <w:r w:rsidRPr="008B0268">
                                    <w:rPr>
                                      <w:b/>
                                    </w:rPr>
                                    <w:t>Theme</w:t>
                                  </w:r>
                                  <w:r>
                                    <w:t xml:space="preserve"> – your writing shows clearly why your “big ideas” are interesting and significant.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3862564C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F957CCC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14E17A20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2916D333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6BB1207E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0538813B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C93F4E" w14:paraId="227B3ACB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33F0E921" w14:textId="77777777" w:rsidR="00C93F4E" w:rsidRDefault="00C93F4E" w:rsidP="00C93F4E"/>
                              </w:tc>
                              <w:tc>
                                <w:tcPr>
                                  <w:tcW w:w="2020" w:type="dxa"/>
                                  <w:shd w:val="clear" w:color="auto" w:fill="CCC0D9" w:themeFill="accent4" w:themeFillTint="66"/>
                                </w:tcPr>
                                <w:p w14:paraId="3C2C5D59" w14:textId="77777777" w:rsidR="00C93F4E" w:rsidRDefault="00C93F4E" w:rsidP="00C93F4E">
                                  <w:r w:rsidRPr="004F33F3">
                                    <w:rPr>
                                      <w:b/>
                                    </w:rPr>
                                    <w:t xml:space="preserve">Context </w:t>
                                  </w:r>
                                  <w:r>
                                    <w:t xml:space="preserve">– your writing clearly shows how you considered context in developing meaning in your artwork 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0D05E851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6AE1BC1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506B9B05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B26FBD6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31982599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34E724CA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  <w:tr w:rsidR="00C93F4E" w14:paraId="7F92DE80" w14:textId="77777777" w:rsidTr="00BF22CB">
                              <w:trPr>
                                <w:trHeight w:val="1427"/>
                              </w:trPr>
                              <w:tc>
                                <w:tcPr>
                                  <w:tcW w:w="850" w:type="dxa"/>
                                  <w:vMerge/>
                                  <w:shd w:val="clear" w:color="auto" w:fill="auto"/>
                                </w:tcPr>
                                <w:p w14:paraId="6C8B3651" w14:textId="77777777" w:rsidR="00C93F4E" w:rsidRDefault="00C93F4E" w:rsidP="00C93F4E"/>
                              </w:tc>
                              <w:tc>
                                <w:tcPr>
                                  <w:tcW w:w="2020" w:type="dxa"/>
                                  <w:shd w:val="clear" w:color="auto" w:fill="C2D69B" w:themeFill="accent3" w:themeFillTint="99"/>
                                </w:tcPr>
                                <w:p w14:paraId="33AFA096" w14:textId="77777777" w:rsidR="00C93F4E" w:rsidRDefault="00C93F4E" w:rsidP="00C93F4E">
                                  <w:r w:rsidRPr="00C95EA9">
                                    <w:rPr>
                                      <w:b/>
                                    </w:rPr>
                                    <w:t>Synthesis</w:t>
                                  </w:r>
                                  <w:r>
                                    <w:t xml:space="preserve"> – your writing clearly shows </w:t>
                                  </w:r>
                                  <w:r w:rsidRPr="00800E17">
                                    <w:t xml:space="preserve">how you </w:t>
                                  </w:r>
                                  <w:r w:rsidRPr="00811AF0">
                                    <w:rPr>
                                      <w:b/>
                                    </w:rPr>
                                    <w:t>integrated your knowledge of art and your art making skills</w:t>
                                  </w:r>
                                  <w:r w:rsidRPr="00800E17">
                                    <w:t xml:space="preserve"> to create an effective artwork.</w:t>
                                  </w:r>
                                </w:p>
                              </w:tc>
                              <w:tc>
                                <w:tcPr>
                                  <w:tcW w:w="1358" w:type="dxa"/>
                                  <w:vAlign w:val="center"/>
                                </w:tcPr>
                                <w:p w14:paraId="73B06857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519FC73E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9AB7641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41E4888F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auto"/>
                                  <w:vAlign w:val="center"/>
                                </w:tcPr>
                                <w:p w14:paraId="7757B3FB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359" w:type="dxa"/>
                                  <w:shd w:val="clear" w:color="auto" w:fill="DDD9C3" w:themeFill="background2" w:themeFillShade="E6"/>
                                  <w:vAlign w:val="center"/>
                                </w:tcPr>
                                <w:p w14:paraId="7AA0A2CF" w14:textId="77777777" w:rsidR="00C93F4E" w:rsidRDefault="00C93F4E" w:rsidP="00C93F4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</w:tr>
                          </w:tbl>
                          <w:p w14:paraId="406EC5B8" w14:textId="77777777" w:rsidR="00C93F4E" w:rsidRDefault="00C93F4E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17.9pt;margin-top:21.9pt;width:558pt;height:52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102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020"/>
                        <w:gridCol w:w="1358"/>
                        <w:gridCol w:w="1359"/>
                        <w:gridCol w:w="1359"/>
                        <w:gridCol w:w="1359"/>
                        <w:gridCol w:w="1359"/>
                        <w:gridCol w:w="1359"/>
                      </w:tblGrid>
                      <w:tr w:rsidR="00C93F4E" w14:paraId="00C52E8D" w14:textId="77777777" w:rsidTr="00152CC4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textDirection w:val="btLr"/>
                            <w:vAlign w:val="center"/>
                          </w:tcPr>
                          <w:p w14:paraId="1D1C7DC6" w14:textId="77777777" w:rsidR="00C93F4E" w:rsidRDefault="00C93F4E" w:rsidP="00C93F4E">
                            <w:pPr>
                              <w:ind w:left="113" w:right="113"/>
                              <w:jc w:val="center"/>
                            </w:pPr>
                            <w:r>
                              <w:t xml:space="preserve">   </w:t>
                            </w:r>
                          </w:p>
                        </w:tc>
                        <w:tc>
                          <w:tcPr>
                            <w:tcW w:w="2020" w:type="dxa"/>
                            <w:vAlign w:val="center"/>
                          </w:tcPr>
                          <w:p w14:paraId="6911E46D" w14:textId="77777777" w:rsidR="00C93F4E" w:rsidRPr="00152CC4" w:rsidRDefault="00C93F4E" w:rsidP="00152CC4">
                            <w:pPr>
                              <w:rPr>
                                <w:color w:val="800000"/>
                                <w:sz w:val="18"/>
                                <w:szCs w:val="18"/>
                              </w:rPr>
                            </w:pPr>
                            <w:r w:rsidRPr="00152CC4">
                              <w:rPr>
                                <w:color w:val="800000"/>
                                <w:sz w:val="18"/>
                                <w:szCs w:val="18"/>
                              </w:rPr>
                              <w:t>Highlighted areas below need further development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6E751F15" w14:textId="77777777" w:rsidR="00C93F4E" w:rsidRPr="00AC3FB4" w:rsidRDefault="00C93F4E" w:rsidP="00C93F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goes well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>beyond expectations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in conveying understanding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1E3661A4" w14:textId="77777777" w:rsidR="00C93F4E" w:rsidRDefault="00C93F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274C918B" w14:textId="77777777" w:rsidR="00C93F4E" w:rsidRDefault="00C93F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Response shows a nearly complete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F78477B" w14:textId="77777777" w:rsidR="00C93F4E" w:rsidRPr="00AC3FB4" w:rsidRDefault="00C93F4E" w:rsidP="009E47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shows an emerging understanding 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045B0630" w14:textId="77777777" w:rsidR="00C93F4E" w:rsidRPr="00AC3FB4" w:rsidRDefault="00C93F4E" w:rsidP="00C93F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Response shows </w:t>
                            </w:r>
                            <w:r w:rsidRPr="007D5007">
                              <w:rPr>
                                <w:sz w:val="18"/>
                                <w:szCs w:val="18"/>
                              </w:rPr>
                              <w:t xml:space="preserve">very little understanding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of the concepts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309245F" w14:textId="77777777" w:rsidR="00C93F4E" w:rsidRPr="00AC3FB4" w:rsidRDefault="00C93F4E" w:rsidP="00C93F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Response not present or completely misses the mark</w:t>
                            </w:r>
                          </w:p>
                        </w:tc>
                      </w:tr>
                      <w:tr w:rsidR="00C93F4E" w14:paraId="7CFF90D9" w14:textId="77777777" w:rsidTr="005C7089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 w:val="restart"/>
                            <w:shd w:val="clear" w:color="auto" w:fill="auto"/>
                            <w:textDirection w:val="btLr"/>
                            <w:vAlign w:val="center"/>
                          </w:tcPr>
                          <w:p w14:paraId="27978920" w14:textId="77777777" w:rsidR="00C93F4E" w:rsidRPr="00BF22CB" w:rsidRDefault="00C93F4E" w:rsidP="00C93F4E">
                            <w:pPr>
                              <w:ind w:left="113" w:right="113"/>
                              <w:jc w:val="center"/>
                            </w:pPr>
                            <w:r>
                              <w:t>Reflect</w:t>
                            </w:r>
                          </w:p>
                        </w:tc>
                        <w:tc>
                          <w:tcPr>
                            <w:tcW w:w="2020" w:type="dxa"/>
                            <w:shd w:val="clear" w:color="auto" w:fill="8DB3E2" w:themeFill="text2" w:themeFillTint="66"/>
                          </w:tcPr>
                          <w:p w14:paraId="7B74696A" w14:textId="77777777" w:rsidR="00C93F4E" w:rsidRPr="00800E17" w:rsidRDefault="00C93F4E" w:rsidP="00C93F4E">
                            <w:pPr>
                              <w:rPr>
                                <w:b/>
                              </w:rPr>
                            </w:pPr>
                            <w:r w:rsidRPr="00800E17">
                              <w:rPr>
                                <w:b/>
                              </w:rPr>
                              <w:t xml:space="preserve">Form – </w:t>
                            </w:r>
                            <w:proofErr w:type="gramStart"/>
                            <w:r w:rsidRPr="00800E17">
                              <w:t>your</w:t>
                            </w:r>
                            <w:proofErr w:type="gramEnd"/>
                            <w:r w:rsidRPr="00800E17">
                              <w:t xml:space="preserve"> writing shows a</w:t>
                            </w:r>
                            <w:r>
                              <w:t xml:space="preserve"> good understanding of how you </w:t>
                            </w:r>
                            <w:r w:rsidRPr="00800E17">
                              <w:t xml:space="preserve">used visual language </w:t>
                            </w:r>
                            <w:r>
                              <w:t>to express yo</w:t>
                            </w:r>
                            <w:r w:rsidRPr="00800E17">
                              <w:t>ur ideas.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BFCF637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27E7105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7C2D33C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82E9FE8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FB94B8A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293D92F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C93F4E" w14:paraId="63C266DC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  <w:textDirection w:val="btLr"/>
                            <w:vAlign w:val="center"/>
                          </w:tcPr>
                          <w:p w14:paraId="7364DE8D" w14:textId="77777777" w:rsidR="00C93F4E" w:rsidRPr="00622453" w:rsidRDefault="00C93F4E" w:rsidP="00C93F4E">
                            <w:pPr>
                              <w:ind w:left="113" w:right="113"/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c>
                        <w:tc>
                          <w:tcPr>
                            <w:tcW w:w="2020" w:type="dxa"/>
                            <w:shd w:val="clear" w:color="auto" w:fill="E5B8B7" w:themeFill="accent2" w:themeFillTint="66"/>
                          </w:tcPr>
                          <w:p w14:paraId="7FBAB297" w14:textId="77777777" w:rsidR="00C93F4E" w:rsidRDefault="00C93F4E" w:rsidP="00C93F4E">
                            <w:r w:rsidRPr="008B0268">
                              <w:rPr>
                                <w:b/>
                              </w:rPr>
                              <w:t>Theme</w:t>
                            </w:r>
                            <w:r>
                              <w:t xml:space="preserve"> – your writing shows clearly why your “big ideas” are interesting and significant.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3862564C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F957CCC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14E17A20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2916D333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6BB1207E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0538813B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C93F4E" w14:paraId="227B3ACB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33F0E921" w14:textId="77777777" w:rsidR="00C93F4E" w:rsidRDefault="00C93F4E" w:rsidP="00C93F4E"/>
                        </w:tc>
                        <w:tc>
                          <w:tcPr>
                            <w:tcW w:w="2020" w:type="dxa"/>
                            <w:shd w:val="clear" w:color="auto" w:fill="CCC0D9" w:themeFill="accent4" w:themeFillTint="66"/>
                          </w:tcPr>
                          <w:p w14:paraId="3C2C5D59" w14:textId="77777777" w:rsidR="00C93F4E" w:rsidRDefault="00C93F4E" w:rsidP="00C93F4E">
                            <w:r w:rsidRPr="004F33F3">
                              <w:rPr>
                                <w:b/>
                              </w:rPr>
                              <w:t xml:space="preserve">Context </w:t>
                            </w:r>
                            <w:r>
                              <w:t xml:space="preserve">– your writing clearly shows how you considered context in developing meaning in your artwork 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0D05E851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6AE1BC1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506B9B05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B26FBD6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31982599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34E724CA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  <w:tr w:rsidR="00C93F4E" w14:paraId="7F92DE80" w14:textId="77777777" w:rsidTr="00BF22CB">
                        <w:trPr>
                          <w:trHeight w:val="1427"/>
                        </w:trPr>
                        <w:tc>
                          <w:tcPr>
                            <w:tcW w:w="850" w:type="dxa"/>
                            <w:vMerge/>
                            <w:shd w:val="clear" w:color="auto" w:fill="auto"/>
                          </w:tcPr>
                          <w:p w14:paraId="6C8B3651" w14:textId="77777777" w:rsidR="00C93F4E" w:rsidRDefault="00C93F4E" w:rsidP="00C93F4E"/>
                        </w:tc>
                        <w:tc>
                          <w:tcPr>
                            <w:tcW w:w="2020" w:type="dxa"/>
                            <w:shd w:val="clear" w:color="auto" w:fill="C2D69B" w:themeFill="accent3" w:themeFillTint="99"/>
                          </w:tcPr>
                          <w:p w14:paraId="33AFA096" w14:textId="77777777" w:rsidR="00C93F4E" w:rsidRDefault="00C93F4E" w:rsidP="00C93F4E">
                            <w:r w:rsidRPr="00C95EA9">
                              <w:rPr>
                                <w:b/>
                              </w:rPr>
                              <w:t>Synthesis</w:t>
                            </w:r>
                            <w:r>
                              <w:t xml:space="preserve"> – your writing clearly shows </w:t>
                            </w:r>
                            <w:r w:rsidRPr="00800E17">
                              <w:t xml:space="preserve">how you </w:t>
                            </w:r>
                            <w:r w:rsidRPr="00811AF0">
                              <w:rPr>
                                <w:b/>
                              </w:rPr>
                              <w:t>integrated your knowledge of art and your art making skills</w:t>
                            </w:r>
                            <w:r w:rsidRPr="00800E17">
                              <w:t xml:space="preserve"> to create an effective artwork.</w:t>
                            </w:r>
                          </w:p>
                        </w:tc>
                        <w:tc>
                          <w:tcPr>
                            <w:tcW w:w="1358" w:type="dxa"/>
                            <w:vAlign w:val="center"/>
                          </w:tcPr>
                          <w:p w14:paraId="73B06857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519FC73E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9AB7641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41E4888F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auto"/>
                            <w:vAlign w:val="center"/>
                          </w:tcPr>
                          <w:p w14:paraId="7757B3FB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1359" w:type="dxa"/>
                            <w:shd w:val="clear" w:color="auto" w:fill="DDD9C3" w:themeFill="background2" w:themeFillShade="E6"/>
                            <w:vAlign w:val="center"/>
                          </w:tcPr>
                          <w:p w14:paraId="7AA0A2CF" w14:textId="77777777" w:rsidR="00C93F4E" w:rsidRDefault="00C93F4E" w:rsidP="00C93F4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c>
                      </w:tr>
                    </w:tbl>
                    <w:p w14:paraId="406EC5B8" w14:textId="77777777" w:rsidR="00C93F4E" w:rsidRDefault="00C93F4E" w:rsidP="00BF22CB"/>
                  </w:txbxContent>
                </v:textbox>
              </v:shape>
            </w:pict>
          </mc:Fallback>
        </mc:AlternateContent>
      </w:r>
      <w:r>
        <w:t>Here is your assessment rubric for this part of the project</w:t>
      </w:r>
    </w:p>
    <w:p w14:paraId="13278F2D" w14:textId="77777777" w:rsidR="00BF22CB" w:rsidRDefault="00BF22CB" w:rsidP="00BF22CB"/>
    <w:p w14:paraId="6FAC6EC9" w14:textId="77777777" w:rsidR="00BF22CB" w:rsidRDefault="00BF22CB" w:rsidP="00BF22CB"/>
    <w:p w14:paraId="45231320" w14:textId="77777777" w:rsidR="00BF22CB" w:rsidRDefault="00BF22CB" w:rsidP="00BF22CB"/>
    <w:p w14:paraId="6DA18113" w14:textId="77777777" w:rsidR="00BF22CB" w:rsidRDefault="00BF22CB" w:rsidP="00BF22CB"/>
    <w:p w14:paraId="67E1968F" w14:textId="77777777" w:rsidR="00BF22CB" w:rsidRDefault="00BF22CB" w:rsidP="00BF22CB"/>
    <w:p w14:paraId="5459D213" w14:textId="77777777" w:rsidR="00BF22CB" w:rsidRDefault="00BF22CB" w:rsidP="00BF22CB"/>
    <w:p w14:paraId="14DD12D9" w14:textId="77777777" w:rsidR="00BF22CB" w:rsidRDefault="00BF22CB" w:rsidP="00BF22CB"/>
    <w:p w14:paraId="0028D08C" w14:textId="77777777" w:rsidR="00BF22CB" w:rsidRDefault="00BF22CB" w:rsidP="00BF22CB"/>
    <w:p w14:paraId="38D549CD" w14:textId="77777777" w:rsidR="00BF22CB" w:rsidRDefault="00BF22CB" w:rsidP="00BF22CB"/>
    <w:p w14:paraId="697D0720" w14:textId="77777777" w:rsidR="00BF22CB" w:rsidRDefault="00BF22CB" w:rsidP="00BF22CB"/>
    <w:p w14:paraId="7C87540D" w14:textId="77777777" w:rsidR="00BF22CB" w:rsidRDefault="00BF22CB" w:rsidP="00BF22CB"/>
    <w:p w14:paraId="6EB07978" w14:textId="77777777" w:rsidR="00BF22CB" w:rsidRDefault="00BF22CB" w:rsidP="00BF22CB"/>
    <w:p w14:paraId="0330EF74" w14:textId="77777777" w:rsidR="00BF22CB" w:rsidRDefault="00BF22CB" w:rsidP="00BF22CB"/>
    <w:p w14:paraId="075ED630" w14:textId="77777777" w:rsidR="00BF22CB" w:rsidRDefault="00BF22CB" w:rsidP="00BF22CB"/>
    <w:p w14:paraId="5C4BA6E3" w14:textId="77777777" w:rsidR="00BF22CB" w:rsidRDefault="00BF22CB" w:rsidP="00BF22CB"/>
    <w:p w14:paraId="5D4E2CD1" w14:textId="77777777" w:rsidR="00BF22CB" w:rsidRDefault="00BF22CB" w:rsidP="00BF22CB"/>
    <w:p w14:paraId="1B1A4118" w14:textId="77777777" w:rsidR="00BF22CB" w:rsidRDefault="00BF22CB" w:rsidP="00BF22CB"/>
    <w:p w14:paraId="593FF029" w14:textId="77777777" w:rsidR="00BF22CB" w:rsidRDefault="00BF22CB" w:rsidP="00BF22CB"/>
    <w:p w14:paraId="04ED48D0" w14:textId="77777777" w:rsidR="00BF22CB" w:rsidRDefault="00BF22CB" w:rsidP="00BF22CB"/>
    <w:p w14:paraId="1E0F06F7" w14:textId="77777777" w:rsidR="00BF22CB" w:rsidRDefault="00BF22CB" w:rsidP="00BF22CB"/>
    <w:p w14:paraId="418AFC6F" w14:textId="77777777" w:rsidR="00C84287" w:rsidRDefault="00C84287" w:rsidP="00BF22CB"/>
    <w:p w14:paraId="0C030BD7" w14:textId="77777777" w:rsidR="00BF22CB" w:rsidRDefault="00BF22CB" w:rsidP="00BF22CB">
      <w:pPr>
        <w:rPr>
          <w:i/>
          <w:color w:val="C0000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08FAF6" wp14:editId="1B90920D">
                <wp:simplePos x="0" y="0"/>
                <wp:positionH relativeFrom="column">
                  <wp:posOffset>50165</wp:posOffset>
                </wp:positionH>
                <wp:positionV relativeFrom="paragraph">
                  <wp:posOffset>486410</wp:posOffset>
                </wp:positionV>
                <wp:extent cx="6667500" cy="19240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0" cy="1924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09"/>
                              <w:gridCol w:w="8030"/>
                            </w:tblGrid>
                            <w:tr w:rsidR="00C93F4E" w:rsidRPr="00B32280" w14:paraId="01CC7583" w14:textId="77777777" w:rsidTr="00C93F4E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8DB3E2" w:themeFill="text2" w:themeFillTint="66"/>
                                  <w:vAlign w:val="center"/>
                                </w:tcPr>
                                <w:p w14:paraId="4F2E97F0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Theme </w:t>
                                  </w:r>
                                </w:p>
                                <w:p w14:paraId="4987C49A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788E2FCB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C93F4E" w:rsidRPr="00B32280" w14:paraId="42D08017" w14:textId="77777777" w:rsidTr="00C93F4E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D99594" w:themeFill="accent2" w:themeFillTint="99"/>
                                  <w:vAlign w:val="center"/>
                                </w:tcPr>
                                <w:p w14:paraId="1BC4D252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Form </w:t>
                                  </w:r>
                                </w:p>
                                <w:p w14:paraId="68C56250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775995B0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C93F4E" w:rsidRPr="00B32280" w14:paraId="4D83C220" w14:textId="77777777" w:rsidTr="00C93F4E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B2A1C7" w:themeFill="accent4" w:themeFillTint="99"/>
                                  <w:vAlign w:val="center"/>
                                </w:tcPr>
                                <w:p w14:paraId="53CED5A2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 xml:space="preserve">Context </w:t>
                                  </w:r>
                                </w:p>
                                <w:p w14:paraId="40E69B8B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>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69E9E85A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  <w:tr w:rsidR="00C93F4E" w:rsidRPr="00B32280" w14:paraId="631E2C97" w14:textId="77777777" w:rsidTr="00C93F4E">
                              <w:trPr>
                                <w:trHeight w:val="700"/>
                              </w:trPr>
                              <w:tc>
                                <w:tcPr>
                                  <w:tcW w:w="1809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52BB2203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  <w:r w:rsidRPr="00B32280">
                                    <w:t>Synthesis question</w:t>
                                  </w:r>
                                </w:p>
                              </w:tc>
                              <w:tc>
                                <w:tcPr>
                                  <w:tcW w:w="8030" w:type="dxa"/>
                                </w:tcPr>
                                <w:p w14:paraId="7014A581" w14:textId="77777777" w:rsidR="00C93F4E" w:rsidRPr="00B32280" w:rsidRDefault="00C93F4E" w:rsidP="00C93F4E">
                                  <w:pPr>
                                    <w:spacing w:line="240" w:lineRule="auto"/>
                                  </w:pPr>
                                </w:p>
                              </w:tc>
                            </w:tr>
                          </w:tbl>
                          <w:p w14:paraId="17A177E5" w14:textId="77777777" w:rsidR="00C93F4E" w:rsidRDefault="00C93F4E" w:rsidP="00BF22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95pt;margin-top:38.3pt;width:525pt;height:15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" fillcolor="white [3201]" stroked="f" strokeweight=".5pt">
                <v:textbox>
                  <w:txbxContent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8030"/>
                      </w:tblGrid>
                      <w:tr w:rsidR="00C93F4E" w:rsidRPr="00B32280" w14:paraId="01CC7583" w14:textId="77777777" w:rsidTr="00C93F4E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8DB3E2" w:themeFill="text2" w:themeFillTint="66"/>
                            <w:vAlign w:val="center"/>
                          </w:tcPr>
                          <w:p w14:paraId="4F2E97F0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 xml:space="preserve">Theme </w:t>
                            </w:r>
                          </w:p>
                          <w:p w14:paraId="4987C49A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788E2FCB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C93F4E" w:rsidRPr="00B32280" w14:paraId="42D08017" w14:textId="77777777" w:rsidTr="00C93F4E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D99594" w:themeFill="accent2" w:themeFillTint="99"/>
                            <w:vAlign w:val="center"/>
                          </w:tcPr>
                          <w:p w14:paraId="1BC4D252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 xml:space="preserve">Form </w:t>
                            </w:r>
                          </w:p>
                          <w:p w14:paraId="68C56250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775995B0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C93F4E" w:rsidRPr="00B32280" w14:paraId="4D83C220" w14:textId="77777777" w:rsidTr="00C93F4E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B2A1C7" w:themeFill="accent4" w:themeFillTint="99"/>
                            <w:vAlign w:val="center"/>
                          </w:tcPr>
                          <w:p w14:paraId="53CED5A2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 xml:space="preserve">Context </w:t>
                            </w:r>
                          </w:p>
                          <w:p w14:paraId="40E69B8B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>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69E9E85A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</w:p>
                        </w:tc>
                      </w:tr>
                      <w:tr w:rsidR="00C93F4E" w:rsidRPr="00B32280" w14:paraId="631E2C97" w14:textId="77777777" w:rsidTr="00C93F4E">
                        <w:trPr>
                          <w:trHeight w:val="700"/>
                        </w:trPr>
                        <w:tc>
                          <w:tcPr>
                            <w:tcW w:w="1809" w:type="dxa"/>
                            <w:shd w:val="clear" w:color="auto" w:fill="C2D69B" w:themeFill="accent3" w:themeFillTint="99"/>
                            <w:vAlign w:val="center"/>
                          </w:tcPr>
                          <w:p w14:paraId="52BB2203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  <w:r w:rsidRPr="00B32280">
                              <w:t>Synthesis question</w:t>
                            </w:r>
                          </w:p>
                        </w:tc>
                        <w:tc>
                          <w:tcPr>
                            <w:tcW w:w="8030" w:type="dxa"/>
                          </w:tcPr>
                          <w:p w14:paraId="7014A581" w14:textId="77777777" w:rsidR="00C93F4E" w:rsidRPr="00B32280" w:rsidRDefault="00C93F4E" w:rsidP="00C93F4E">
                            <w:pPr>
                              <w:spacing w:line="240" w:lineRule="auto"/>
                            </w:pPr>
                          </w:p>
                        </w:tc>
                      </w:tr>
                    </w:tbl>
                    <w:p w14:paraId="17A177E5" w14:textId="77777777" w:rsidR="00C93F4E" w:rsidRDefault="00C93F4E" w:rsidP="00BF22CB"/>
                  </w:txbxContent>
                </v:textbox>
              </v:shape>
            </w:pict>
          </mc:Fallback>
        </mc:AlternateContent>
      </w:r>
      <w:r>
        <w:t xml:space="preserve">If you give yourself a 10 for any question explain why your response </w:t>
      </w:r>
      <w:r w:rsidRPr="000F4433">
        <w:rPr>
          <w:b/>
        </w:rPr>
        <w:t xml:space="preserve">goes </w:t>
      </w:r>
      <w:r>
        <w:rPr>
          <w:b/>
        </w:rPr>
        <w:t xml:space="preserve">well </w:t>
      </w:r>
      <w:r w:rsidRPr="000F4433">
        <w:rPr>
          <w:b/>
        </w:rPr>
        <w:t>beyond expect</w:t>
      </w:r>
      <w:r>
        <w:rPr>
          <w:b/>
        </w:rPr>
        <w:t>at</w:t>
      </w:r>
      <w:r w:rsidRPr="000F4433">
        <w:rPr>
          <w:b/>
        </w:rPr>
        <w:t>ions</w:t>
      </w:r>
      <w:r>
        <w:t xml:space="preserve">. </w:t>
      </w:r>
      <w:r w:rsidRPr="000F4433">
        <w:rPr>
          <w:i/>
          <w:color w:val="C00000"/>
        </w:rPr>
        <w:t xml:space="preserve">Remember I expect you to answer the questions effectively – so don’t </w:t>
      </w:r>
      <w:r>
        <w:rPr>
          <w:i/>
          <w:color w:val="C00000"/>
        </w:rPr>
        <w:t xml:space="preserve">just </w:t>
      </w:r>
      <w:r w:rsidRPr="000F4433">
        <w:rPr>
          <w:i/>
          <w:color w:val="C00000"/>
        </w:rPr>
        <w:t>tell me that you did what I expect!!</w:t>
      </w:r>
    </w:p>
    <w:p w14:paraId="6BE9DE97" w14:textId="77777777" w:rsidR="00BF22CB" w:rsidRDefault="00BF22CB" w:rsidP="00BF22CB"/>
    <w:p w14:paraId="060D3C7F" w14:textId="77777777" w:rsidR="00BF22CB" w:rsidRDefault="00BF22CB" w:rsidP="00BF22CB"/>
    <w:p w14:paraId="44D68E82" w14:textId="77777777" w:rsidR="00BF22CB" w:rsidRDefault="00BF22CB" w:rsidP="00BF22CB"/>
    <w:p w14:paraId="7625D7CE" w14:textId="77777777" w:rsidR="00BF22CB" w:rsidRDefault="00BF22CB" w:rsidP="00BF22CB"/>
    <w:p w14:paraId="24D4FE16" w14:textId="77777777" w:rsidR="00BF22CB" w:rsidRDefault="00BF22CB" w:rsidP="00BF22CB"/>
    <w:p w14:paraId="1A245C66" w14:textId="77777777" w:rsidR="00515CC0" w:rsidRDefault="00515CC0"/>
    <w:p w14:paraId="7FF976B0" w14:textId="77777777" w:rsidR="00C93F4E" w:rsidRDefault="00C93F4E" w:rsidP="00C93F4E">
      <w:r w:rsidRPr="00FE5400">
        <w:rPr>
          <w:b/>
        </w:rPr>
        <w:lastRenderedPageBreak/>
        <w:t xml:space="preserve">Form </w:t>
      </w:r>
      <w:r>
        <w:t>– Place at least two pictures of your finished product in the boxes below. (</w:t>
      </w:r>
      <w:proofErr w:type="gramStart"/>
      <w:r>
        <w:t>one</w:t>
      </w:r>
      <w:proofErr w:type="gramEnd"/>
      <w:r>
        <w:t xml:space="preserve"> may be a detail)</w:t>
      </w:r>
    </w:p>
    <w:p w14:paraId="204B42A3" w14:textId="77777777" w:rsidR="00C93F4E" w:rsidRDefault="00C93F4E" w:rsidP="00C93F4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3FB8AB" wp14:editId="6B9C3795">
                <wp:simplePos x="0" y="0"/>
                <wp:positionH relativeFrom="column">
                  <wp:posOffset>3373120</wp:posOffset>
                </wp:positionH>
                <wp:positionV relativeFrom="paragraph">
                  <wp:posOffset>47625</wp:posOffset>
                </wp:positionV>
                <wp:extent cx="3286760" cy="2415540"/>
                <wp:effectExtent l="0" t="2540" r="7620" b="762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760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0C6E3" w14:textId="77777777" w:rsidR="00C93F4E" w:rsidRDefault="00C93F4E" w:rsidP="00C93F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65.6pt;margin-top:3.75pt;width:258.8pt;height:19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">
                <v:textbox>
                  <w:txbxContent>
                    <w:p w14:paraId="0570C6E3" w14:textId="77777777" w:rsidR="00C93F4E" w:rsidRDefault="00C93F4E" w:rsidP="00C93F4E"/>
                  </w:txbxContent>
                </v:textbox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0D498F" wp14:editId="0FCBEBA9">
                <wp:simplePos x="0" y="0"/>
                <wp:positionH relativeFrom="column">
                  <wp:posOffset>60325</wp:posOffset>
                </wp:positionH>
                <wp:positionV relativeFrom="paragraph">
                  <wp:posOffset>47625</wp:posOffset>
                </wp:positionV>
                <wp:extent cx="3140075" cy="2415540"/>
                <wp:effectExtent l="0" t="2540" r="12700" b="762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075" cy="2415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549EC" w14:textId="77777777" w:rsidR="00C93F4E" w:rsidRDefault="00C93F4E" w:rsidP="00C93F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.75pt;margin-top:3.75pt;width:247.25pt;height:19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">
                <v:textbox>
                  <w:txbxContent>
                    <w:p w14:paraId="2B3549EC" w14:textId="77777777" w:rsidR="00C93F4E" w:rsidRDefault="00C93F4E" w:rsidP="00C93F4E"/>
                  </w:txbxContent>
                </v:textbox>
              </v:shape>
            </w:pict>
          </mc:Fallback>
        </mc:AlternateContent>
      </w:r>
    </w:p>
    <w:p w14:paraId="02483512" w14:textId="77777777" w:rsidR="00C93F4E" w:rsidRDefault="00C93F4E" w:rsidP="00C93F4E"/>
    <w:p w14:paraId="27289C74" w14:textId="77777777" w:rsidR="00C93F4E" w:rsidRDefault="00C93F4E" w:rsidP="00C93F4E"/>
    <w:p w14:paraId="5C06C85C" w14:textId="77777777" w:rsidR="00C93F4E" w:rsidRDefault="00C93F4E" w:rsidP="00C93F4E"/>
    <w:p w14:paraId="0B416770" w14:textId="77777777" w:rsidR="00C93F4E" w:rsidRDefault="00C93F4E" w:rsidP="00C93F4E"/>
    <w:p w14:paraId="6729EA62" w14:textId="77777777" w:rsidR="00C93F4E" w:rsidRDefault="00C93F4E" w:rsidP="00C93F4E"/>
    <w:p w14:paraId="4E11A25E" w14:textId="77777777" w:rsidR="00C93F4E" w:rsidRDefault="00C93F4E" w:rsidP="00C93F4E"/>
    <w:p w14:paraId="158ED827" w14:textId="77777777" w:rsidR="00C93F4E" w:rsidRDefault="00C93F4E" w:rsidP="00C93F4E"/>
    <w:p w14:paraId="24070824" w14:textId="77777777" w:rsidR="00C93F4E" w:rsidRDefault="00C93F4E" w:rsidP="00C93F4E">
      <w:r>
        <w:t>In the table below explain about the choices you made.</w:t>
      </w:r>
    </w:p>
    <w:p w14:paraId="3CD01ADB" w14:textId="77777777" w:rsidR="00C93F4E" w:rsidRDefault="00C93F4E" w:rsidP="00C93F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4"/>
        <w:gridCol w:w="7277"/>
      </w:tblGrid>
      <w:tr w:rsidR="00C93F4E" w14:paraId="2958258C" w14:textId="77777777" w:rsidTr="00C93F4E">
        <w:trPr>
          <w:trHeight w:val="2473"/>
        </w:trPr>
        <w:tc>
          <w:tcPr>
            <w:tcW w:w="3144" w:type="dxa"/>
            <w:shd w:val="clear" w:color="auto" w:fill="B8CCE4" w:themeFill="accent1" w:themeFillTint="66"/>
            <w:vAlign w:val="center"/>
          </w:tcPr>
          <w:p w14:paraId="16A30BDE" w14:textId="77777777" w:rsidR="00C93F4E" w:rsidRDefault="00C93F4E" w:rsidP="00C93F4E">
            <w:r>
              <w:t xml:space="preserve">Explain why you chose the </w:t>
            </w:r>
            <w:r w:rsidRPr="006A58B5">
              <w:rPr>
                <w:b/>
              </w:rPr>
              <w:t>media</w:t>
            </w:r>
            <w:r>
              <w:t xml:space="preserve"> you did and why you thought this would be effectively express your idea.</w:t>
            </w:r>
          </w:p>
        </w:tc>
        <w:tc>
          <w:tcPr>
            <w:tcW w:w="7277" w:type="dxa"/>
          </w:tcPr>
          <w:p w14:paraId="080B01FE" w14:textId="77777777" w:rsidR="00C93F4E" w:rsidRDefault="00C93F4E" w:rsidP="00C93F4E"/>
        </w:tc>
      </w:tr>
      <w:tr w:rsidR="00C93F4E" w14:paraId="4FCFEC54" w14:textId="77777777" w:rsidTr="00C93F4E">
        <w:trPr>
          <w:trHeight w:val="2473"/>
        </w:trPr>
        <w:tc>
          <w:tcPr>
            <w:tcW w:w="3144" w:type="dxa"/>
            <w:shd w:val="clear" w:color="auto" w:fill="E5B8B7" w:themeFill="accent2" w:themeFillTint="66"/>
            <w:vAlign w:val="center"/>
          </w:tcPr>
          <w:p w14:paraId="35A52F25" w14:textId="77777777" w:rsidR="00C93F4E" w:rsidRDefault="00C93F4E" w:rsidP="00C93F4E">
            <w:r>
              <w:t xml:space="preserve">Explain a bit about the </w:t>
            </w:r>
            <w:r w:rsidRPr="006A58B5">
              <w:rPr>
                <w:b/>
              </w:rPr>
              <w:t>composition</w:t>
            </w:r>
            <w:r>
              <w:t xml:space="preserve"> of the project and why you chose to arrange the various elements (objects, symbols, etc.) the way you did.</w:t>
            </w:r>
          </w:p>
        </w:tc>
        <w:tc>
          <w:tcPr>
            <w:tcW w:w="7277" w:type="dxa"/>
          </w:tcPr>
          <w:p w14:paraId="1D0E7CA1" w14:textId="77777777" w:rsidR="00C93F4E" w:rsidRDefault="00C93F4E" w:rsidP="00C93F4E"/>
        </w:tc>
      </w:tr>
    </w:tbl>
    <w:p w14:paraId="76AA230F" w14:textId="77777777" w:rsidR="00C93F4E" w:rsidRDefault="00C93F4E" w:rsidP="00C93F4E"/>
    <w:p w14:paraId="781000C4" w14:textId="77777777" w:rsidR="00C93F4E" w:rsidRDefault="00C93F4E" w:rsidP="00C93F4E"/>
    <w:p w14:paraId="18FA4509" w14:textId="77777777" w:rsidR="00C93F4E" w:rsidRDefault="00C93F4E" w:rsidP="00C93F4E">
      <w:r w:rsidRPr="00AE59D2">
        <w:rPr>
          <w:b/>
        </w:rPr>
        <w:t xml:space="preserve">Theme </w:t>
      </w:r>
      <w:r>
        <w:t>– Write a bit about your relationship to the “big ideas” in your project.  Use the table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2"/>
        <w:gridCol w:w="7079"/>
      </w:tblGrid>
      <w:tr w:rsidR="00C93F4E" w14:paraId="55AA7B26" w14:textId="77777777" w:rsidTr="00C93F4E">
        <w:trPr>
          <w:trHeight w:val="1230"/>
        </w:trPr>
        <w:tc>
          <w:tcPr>
            <w:tcW w:w="3342" w:type="dxa"/>
            <w:shd w:val="clear" w:color="auto" w:fill="CCC0D9" w:themeFill="accent4" w:themeFillTint="66"/>
            <w:vAlign w:val="center"/>
          </w:tcPr>
          <w:p w14:paraId="5437180D" w14:textId="77777777" w:rsidR="00C93F4E" w:rsidRDefault="00C93F4E" w:rsidP="00C93F4E">
            <w:r>
              <w:t>What was the main source of images/inspiration for this project?</w:t>
            </w:r>
          </w:p>
        </w:tc>
        <w:tc>
          <w:tcPr>
            <w:tcW w:w="7079" w:type="dxa"/>
          </w:tcPr>
          <w:p w14:paraId="60A283E3" w14:textId="77777777" w:rsidR="00C93F4E" w:rsidRDefault="00C93F4E" w:rsidP="00C93F4E"/>
        </w:tc>
      </w:tr>
      <w:tr w:rsidR="00C93F4E" w14:paraId="06B0E5F1" w14:textId="77777777" w:rsidTr="00C93F4E">
        <w:trPr>
          <w:trHeight w:val="1230"/>
        </w:trPr>
        <w:tc>
          <w:tcPr>
            <w:tcW w:w="3342" w:type="dxa"/>
            <w:shd w:val="clear" w:color="auto" w:fill="FBD4B4" w:themeFill="accent6" w:themeFillTint="66"/>
            <w:vAlign w:val="center"/>
          </w:tcPr>
          <w:p w14:paraId="084338ED" w14:textId="77777777" w:rsidR="00C93F4E" w:rsidRDefault="00C93F4E" w:rsidP="00C93F4E">
            <w:r>
              <w:t>How does your point of view come through in your artwork?</w:t>
            </w:r>
          </w:p>
        </w:tc>
        <w:tc>
          <w:tcPr>
            <w:tcW w:w="7079" w:type="dxa"/>
          </w:tcPr>
          <w:p w14:paraId="15EB8097" w14:textId="77777777" w:rsidR="00C93F4E" w:rsidRDefault="00C93F4E" w:rsidP="00C93F4E"/>
        </w:tc>
      </w:tr>
    </w:tbl>
    <w:p w14:paraId="4B721429" w14:textId="77777777" w:rsidR="00C93F4E" w:rsidRDefault="00C93F4E" w:rsidP="00C93F4E"/>
    <w:p w14:paraId="727C38EA" w14:textId="77777777" w:rsidR="00C93F4E" w:rsidRDefault="00C93F4E" w:rsidP="00C93F4E">
      <w:r w:rsidRPr="0082355E">
        <w:rPr>
          <w:b/>
        </w:rPr>
        <w:t xml:space="preserve">Context </w:t>
      </w:r>
      <w:r>
        <w:t>– Write a bit about how your project is SIGNIFICANT or RELEVANT to today’s world.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9"/>
        <w:gridCol w:w="7102"/>
      </w:tblGrid>
      <w:tr w:rsidR="00C93F4E" w14:paraId="47A73E95" w14:textId="77777777" w:rsidTr="00C93F4E">
        <w:trPr>
          <w:trHeight w:val="1185"/>
        </w:trPr>
        <w:tc>
          <w:tcPr>
            <w:tcW w:w="3438" w:type="dxa"/>
            <w:shd w:val="clear" w:color="auto" w:fill="CCC0D9" w:themeFill="accent4" w:themeFillTint="66"/>
            <w:vAlign w:val="center"/>
          </w:tcPr>
          <w:p w14:paraId="22A068EA" w14:textId="77777777" w:rsidR="00C93F4E" w:rsidRDefault="00C93F4E" w:rsidP="00C93F4E">
            <w:r>
              <w:t>Why is the issue you chose as the source for your “big ideas” a significant and relevant one?</w:t>
            </w:r>
          </w:p>
        </w:tc>
        <w:tc>
          <w:tcPr>
            <w:tcW w:w="7578" w:type="dxa"/>
          </w:tcPr>
          <w:p w14:paraId="7EE58EE1" w14:textId="77777777" w:rsidR="00C93F4E" w:rsidRDefault="00C93F4E" w:rsidP="00C93F4E"/>
        </w:tc>
      </w:tr>
      <w:tr w:rsidR="00C93F4E" w14:paraId="3369A3AC" w14:textId="77777777" w:rsidTr="00C93F4E">
        <w:trPr>
          <w:trHeight w:val="1185"/>
        </w:trPr>
        <w:tc>
          <w:tcPr>
            <w:tcW w:w="3438" w:type="dxa"/>
            <w:shd w:val="clear" w:color="auto" w:fill="D6E3BC" w:themeFill="accent3" w:themeFillTint="66"/>
            <w:vAlign w:val="center"/>
          </w:tcPr>
          <w:p w14:paraId="7618A2E2" w14:textId="77777777" w:rsidR="00C93F4E" w:rsidRDefault="00C93F4E" w:rsidP="00C93F4E">
            <w:r>
              <w:t>What is something you learned about your topic that enhanced or changed your understanding about it?</w:t>
            </w:r>
          </w:p>
        </w:tc>
        <w:tc>
          <w:tcPr>
            <w:tcW w:w="7578" w:type="dxa"/>
          </w:tcPr>
          <w:p w14:paraId="2A2DA041" w14:textId="77777777" w:rsidR="00C93F4E" w:rsidRDefault="00C93F4E" w:rsidP="00C93F4E"/>
        </w:tc>
      </w:tr>
    </w:tbl>
    <w:p w14:paraId="76B8D0F4" w14:textId="77777777" w:rsidR="00C93F4E" w:rsidRDefault="00C93F4E" w:rsidP="00C93F4E"/>
    <w:p w14:paraId="2B3507D2" w14:textId="77777777" w:rsidR="00C93F4E" w:rsidRDefault="00C93F4E" w:rsidP="00C93F4E">
      <w:r w:rsidRPr="00992CB5">
        <w:rPr>
          <w:b/>
        </w:rPr>
        <w:t xml:space="preserve">Synthesis </w:t>
      </w:r>
      <w:r>
        <w:t>– Write a bit about your experience with the artistic process.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3"/>
        <w:gridCol w:w="7128"/>
      </w:tblGrid>
      <w:tr w:rsidR="00C93F4E" w14:paraId="029D65FD" w14:textId="77777777" w:rsidTr="00C93F4E">
        <w:trPr>
          <w:trHeight w:val="3194"/>
        </w:trPr>
        <w:tc>
          <w:tcPr>
            <w:tcW w:w="3293" w:type="dxa"/>
            <w:shd w:val="clear" w:color="auto" w:fill="E5B8B7" w:themeFill="accent2" w:themeFillTint="66"/>
            <w:vAlign w:val="center"/>
          </w:tcPr>
          <w:p w14:paraId="2C79BB69" w14:textId="77777777" w:rsidR="00C93F4E" w:rsidRDefault="00C93F4E" w:rsidP="00BA7388">
            <w:r>
              <w:t xml:space="preserve">How do Form, Theme and Context come together to </w:t>
            </w:r>
            <w:r w:rsidR="00BA7388">
              <w:t xml:space="preserve">make your point of view come through </w:t>
            </w:r>
            <w:proofErr w:type="gramStart"/>
            <w:r w:rsidR="00BA7388">
              <w:t>effectively.</w:t>
            </w:r>
            <w:proofErr w:type="gramEnd"/>
          </w:p>
        </w:tc>
        <w:tc>
          <w:tcPr>
            <w:tcW w:w="7128" w:type="dxa"/>
          </w:tcPr>
          <w:p w14:paraId="551786DB" w14:textId="77777777" w:rsidR="00C93F4E" w:rsidRDefault="00C93F4E" w:rsidP="00C93F4E"/>
        </w:tc>
      </w:tr>
    </w:tbl>
    <w:p w14:paraId="6B5E59FF" w14:textId="77777777" w:rsidR="00C93F4E" w:rsidRDefault="00C93F4E" w:rsidP="00C93F4E"/>
    <w:p w14:paraId="1DAF8999" w14:textId="77777777" w:rsidR="00C93F4E" w:rsidRDefault="00C93F4E" w:rsidP="00C93F4E"/>
    <w:p w14:paraId="723E63A8" w14:textId="77777777" w:rsidR="00C93F4E" w:rsidRDefault="00C93F4E" w:rsidP="00C93F4E"/>
    <w:p w14:paraId="5E822342" w14:textId="77777777" w:rsidR="00C93F4E" w:rsidRDefault="00C93F4E" w:rsidP="00C93F4E"/>
    <w:p w14:paraId="418F854D" w14:textId="77777777" w:rsidR="00BF22CB" w:rsidRDefault="00BF22CB"/>
    <w:p w14:paraId="39F9AB26" w14:textId="77777777" w:rsidR="00BF22CB" w:rsidRDefault="00BF22CB"/>
    <w:p w14:paraId="3A2791EB" w14:textId="77777777" w:rsidR="00BF22CB" w:rsidRDefault="00BF22CB"/>
    <w:p w14:paraId="1B15B84B" w14:textId="77777777" w:rsidR="00BF22CB" w:rsidRDefault="00BF22CB"/>
    <w:p w14:paraId="2B4BD982" w14:textId="77777777" w:rsidR="00BF22CB" w:rsidRDefault="00BF22CB"/>
    <w:p w14:paraId="17E415EA" w14:textId="77777777" w:rsidR="00BF22CB" w:rsidRDefault="00BF22CB"/>
    <w:p w14:paraId="242962A3" w14:textId="77777777" w:rsidR="00BF22CB" w:rsidRDefault="00BF22CB"/>
    <w:p w14:paraId="62B9DCA2" w14:textId="77777777" w:rsidR="00BF22CB" w:rsidRDefault="00BF22CB"/>
    <w:p w14:paraId="0F520F64" w14:textId="77777777" w:rsidR="00BF22CB" w:rsidRDefault="00BF22CB"/>
    <w:p w14:paraId="5A252F51" w14:textId="77777777" w:rsidR="00BF22CB" w:rsidRDefault="00BF22CB"/>
    <w:p w14:paraId="5F9514E9" w14:textId="77777777" w:rsidR="00BF22CB" w:rsidRDefault="00BF22CB"/>
    <w:p w14:paraId="75500A5B" w14:textId="77777777" w:rsidR="00BF22CB" w:rsidRDefault="00BF22CB">
      <w:bookmarkStart w:id="0" w:name="_GoBack"/>
      <w:bookmarkEnd w:id="0"/>
    </w:p>
    <w:sectPr w:rsidR="00BF22CB" w:rsidSect="00C93F4E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4E"/>
    <w:rsid w:val="000457AA"/>
    <w:rsid w:val="000F409D"/>
    <w:rsid w:val="00152CC4"/>
    <w:rsid w:val="005123BC"/>
    <w:rsid w:val="00515CC0"/>
    <w:rsid w:val="005C7089"/>
    <w:rsid w:val="009E4770"/>
    <w:rsid w:val="00BA7388"/>
    <w:rsid w:val="00BF22CB"/>
    <w:rsid w:val="00C0512E"/>
    <w:rsid w:val="00C84287"/>
    <w:rsid w:val="00C93F4E"/>
    <w:rsid w:val="00F65910"/>
    <w:rsid w:val="00FE71C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5E6CF7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2CB"/>
    <w:pPr>
      <w:spacing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F22CB"/>
    <w:pPr>
      <w:spacing w:after="0"/>
    </w:pPr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breverman:ISBArt:2011-12%20revised%20rubrics:Refl%20rubric%20page%20v2%2020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DA45D3-5B97-8F40-86CB-39BCA1D2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Refl rubric page v2 2011.dotx</Template>
  <TotalTime>22</TotalTime>
  <Pages>3</Pages>
  <Words>218</Words>
  <Characters>1247</Characters>
  <Application>Microsoft Macintosh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Reverman [STAFF]</dc:creator>
  <cp:keywords/>
  <dc:description/>
  <cp:lastModifiedBy>Brian Reverman [STAFF]</cp:lastModifiedBy>
  <cp:revision>2</cp:revision>
  <dcterms:created xsi:type="dcterms:W3CDTF">2013-08-13T03:33:00Z</dcterms:created>
  <dcterms:modified xsi:type="dcterms:W3CDTF">2013-08-13T04:02:00Z</dcterms:modified>
</cp:coreProperties>
</file>